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F17567" w:rsidRPr="00673147">
        <w:rPr>
          <w:rFonts w:ascii="Corbel" w:hAnsi="Corbel"/>
          <w:bCs/>
          <w:i/>
        </w:rPr>
        <w:t>12/2019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4367A01C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A3763B" w:rsidRPr="00673147">
        <w:rPr>
          <w:rFonts w:ascii="Corbel" w:hAnsi="Corbel"/>
          <w:i/>
          <w:smallCaps/>
        </w:rPr>
        <w:t xml:space="preserve">2019 – 2022 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186DD242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5A19AD">
        <w:rPr>
          <w:rFonts w:ascii="Corbel" w:hAnsi="Corbel"/>
          <w:b/>
        </w:rPr>
        <w:t>2020-2021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6731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5AEEEF15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bookmarkStart w:id="0" w:name="_GoBack"/>
            <w:bookmarkEnd w:id="0"/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26D5473F" w:rsidR="0085747A" w:rsidRPr="00673147" w:rsidRDefault="00870E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o</w:t>
            </w:r>
            <w:r w:rsidR="00A3763B" w:rsidRPr="00673147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4780721D" w:rsidR="0085747A" w:rsidRPr="00673147" w:rsidRDefault="00650E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0E0DEA">
              <w:rPr>
                <w:rFonts w:ascii="Corbel" w:hAnsi="Corbel"/>
                <w:b w:val="0"/>
                <w:sz w:val="22"/>
              </w:rPr>
              <w:t>s</w:t>
            </w:r>
            <w:r w:rsidR="00A3763B" w:rsidRPr="00673147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 xml:space="preserve">Rok I, semestr </w:t>
            </w:r>
            <w:r w:rsidR="000E0DEA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</w:t>
            </w:r>
            <w:r w:rsidR="00A3763B" w:rsidRPr="00673147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p</w:t>
            </w:r>
            <w:r w:rsidR="00A3763B" w:rsidRPr="00673147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BDC342D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A3763B" w:rsidRPr="00673147">
              <w:rPr>
                <w:rFonts w:ascii="Corbel" w:hAnsi="Corbel"/>
                <w:b w:val="0"/>
                <w:sz w:val="22"/>
              </w:rPr>
              <w:t xml:space="preserve">r hab. Wojciech </w:t>
            </w:r>
            <w:proofErr w:type="spellStart"/>
            <w:r w:rsidR="00A3763B" w:rsidRPr="00673147">
              <w:rPr>
                <w:rFonts w:ascii="Corbel" w:hAnsi="Corbel"/>
                <w:b w:val="0"/>
                <w:sz w:val="22"/>
              </w:rPr>
              <w:t>Walat</w:t>
            </w:r>
            <w:proofErr w:type="spellEnd"/>
            <w:r w:rsidR="00A3763B" w:rsidRPr="00673147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044B1DF8" w:rsidR="0085747A" w:rsidRPr="00673147" w:rsidRDefault="0085747A" w:rsidP="004545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E35344E" w:rsidR="00015B8F" w:rsidRPr="00673147" w:rsidRDefault="00650E6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F6B19F1" w:rsidR="00015B8F" w:rsidRPr="00673147" w:rsidRDefault="00650E6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77777777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  <w:r w:rsidRPr="00673147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2619C54F" w14:textId="6DCFB6DF" w:rsidR="009C54AE" w:rsidRPr="00673147" w:rsidRDefault="00A3763B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Egzamin, zaliczenie z oceną</w:t>
      </w:r>
    </w:p>
    <w:p w14:paraId="45B321C5" w14:textId="77777777" w:rsidR="00E960BB" w:rsidRPr="0067314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4EB8445" w14:textId="77777777" w:rsidR="00940501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7379D88F" w14:textId="76A2A4DA" w:rsidR="0085747A" w:rsidRPr="00673147" w:rsidRDefault="00940501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67314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417AD025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D79B6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8633CE1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Podstawowe pojęcia konstytutywne dla pedagogiki: socjalizacja, wychowanie,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41C3B" w:rsidRPr="00673147" w14:paraId="504F569E" w14:textId="77777777" w:rsidTr="00541C3B">
        <w:tc>
          <w:tcPr>
            <w:tcW w:w="9520" w:type="dxa"/>
          </w:tcPr>
          <w:p w14:paraId="2CE4604E" w14:textId="06AC6E38" w:rsidR="00541C3B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</w:t>
            </w:r>
            <w:r w:rsidR="006C708E" w:rsidRPr="00673147">
              <w:rPr>
                <w:rFonts w:ascii="Corbel" w:hAnsi="Corbel"/>
              </w:rPr>
              <w:t>n</w:t>
            </w:r>
            <w:r w:rsidRPr="00673147">
              <w:rPr>
                <w:rFonts w:ascii="Corbel" w:hAnsi="Corbel"/>
              </w:rPr>
              <w:t>cjonalne (szkoła, internat, dom dziecka …</w:t>
            </w:r>
            <w:r w:rsidR="006C708E" w:rsidRPr="00673147">
              <w:rPr>
                <w:rFonts w:ascii="Corbel" w:hAnsi="Corbel"/>
              </w:rPr>
              <w:t>).</w:t>
            </w:r>
          </w:p>
        </w:tc>
      </w:tr>
      <w:tr w:rsidR="00541C3B" w:rsidRPr="00673147" w14:paraId="1F57C409" w14:textId="77777777" w:rsidTr="00541C3B">
        <w:tc>
          <w:tcPr>
            <w:tcW w:w="9520" w:type="dxa"/>
          </w:tcPr>
          <w:p w14:paraId="418ED395" w14:textId="7B005301" w:rsidR="00541C3B" w:rsidRPr="00673147" w:rsidRDefault="00541C3B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 xml:space="preserve">Wybrane 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koncepcje filozoficzno-psychologiczne współczesnej pedagogiki:</w:t>
            </w:r>
            <w:r w:rsidR="00BF2FC0" w:rsidRPr="00673147">
              <w:rPr>
                <w:rFonts w:ascii="Corbel" w:hAnsi="Corbel" w:cs="TimesNewRomanPSMT"/>
                <w:lang w:eastAsia="pl-PL"/>
              </w:rPr>
              <w:t xml:space="preserve"> pedagogika pozytywistyczna, behawioralna, humanistyczna, kultury, antypedagogika …</w:t>
            </w:r>
          </w:p>
        </w:tc>
      </w:tr>
      <w:tr w:rsidR="00BF2FC0" w:rsidRPr="00673147" w14:paraId="2B9CCB15" w14:textId="77777777" w:rsidTr="00541C3B">
        <w:tc>
          <w:tcPr>
            <w:tcW w:w="9520" w:type="dxa"/>
          </w:tcPr>
          <w:p w14:paraId="524E9451" w14:textId="7FC82130" w:rsidR="00BF2FC0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Wybrane autorskie koncepcje pedagogiczne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Petersen, Korczaka, </w:t>
            </w:r>
            <w:proofErr w:type="spellStart"/>
            <w:r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Pr="00673147">
              <w:rPr>
                <w:rFonts w:ascii="Corbel" w:hAnsi="Corbel" w:cs="TimesNewRomanPSMT"/>
                <w:lang w:eastAsia="pl-PL"/>
              </w:rPr>
              <w:t xml:space="preserve">, Montessori, </w:t>
            </w:r>
            <w:proofErr w:type="spellStart"/>
            <w:r w:rsidRPr="00673147">
              <w:rPr>
                <w:rFonts w:ascii="Corbel" w:hAnsi="Corbel" w:cs="TimesNewRomanPSMT"/>
                <w:lang w:eastAsia="pl-PL"/>
              </w:rPr>
              <w:t>waldorfska</w:t>
            </w:r>
            <w:proofErr w:type="spellEnd"/>
            <w:r w:rsidR="00650E6C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41C3B" w:rsidRPr="00673147" w14:paraId="299C7E4C" w14:textId="77777777" w:rsidTr="00541C3B">
        <w:tc>
          <w:tcPr>
            <w:tcW w:w="9520" w:type="dxa"/>
          </w:tcPr>
          <w:p w14:paraId="50F6DD81" w14:textId="07D75965" w:rsidR="00541C3B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Warunki skutecznego wychowania: personalistyczne podejście do wychowanków, eksponowanie metod oddziaływań pośrednich, kompetencje komunikacyjne wychowawcy, znaczenie poznania </w:t>
            </w:r>
            <w:r w:rsidRPr="00673147">
              <w:rPr>
                <w:rFonts w:ascii="Corbel" w:hAnsi="Corbel"/>
              </w:rPr>
              <w:lastRenderedPageBreak/>
              <w:t xml:space="preserve">dzieci i młodzieży w wychowaniu. </w:t>
            </w:r>
          </w:p>
        </w:tc>
      </w:tr>
      <w:tr w:rsidR="0085747A" w:rsidRPr="00673147" w14:paraId="72E03DD1" w14:textId="77777777" w:rsidTr="00541C3B">
        <w:tc>
          <w:tcPr>
            <w:tcW w:w="9520" w:type="dxa"/>
          </w:tcPr>
          <w:p w14:paraId="33738C75" w14:textId="1B88E67A" w:rsidR="0085747A" w:rsidRPr="00673147" w:rsidRDefault="003C5AC2" w:rsidP="00074CF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lastRenderedPageBreak/>
              <w:t>Wychowanie w cywilizacji i kulturze medialnej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796AFA" w:rsidRPr="00673147" w14:paraId="53B4FEC4" w14:textId="77777777" w:rsidTr="005606F5">
        <w:tc>
          <w:tcPr>
            <w:tcW w:w="9520" w:type="dxa"/>
          </w:tcPr>
          <w:p w14:paraId="6F596643" w14:textId="5DA5B733" w:rsidR="00796AFA" w:rsidRPr="00673147" w:rsidRDefault="006C708E" w:rsidP="004D6714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Źródła paradygmatów</w:t>
            </w:r>
            <w:r w:rsidR="00796AFA" w:rsidRPr="00673147">
              <w:rPr>
                <w:rFonts w:ascii="Corbel" w:hAnsi="Corbel"/>
              </w:rPr>
              <w:t xml:space="preserve"> współczesnej pedagogiki. </w:t>
            </w:r>
            <w:r w:rsidRPr="00673147">
              <w:rPr>
                <w:rFonts w:ascii="Corbel" w:hAnsi="Corbel"/>
              </w:rPr>
              <w:t>Zasady b</w:t>
            </w:r>
            <w:r w:rsidR="00796AFA" w:rsidRPr="00673147">
              <w:rPr>
                <w:rFonts w:ascii="Corbel" w:hAnsi="Corbel"/>
              </w:rPr>
              <w:t>udowani</w:t>
            </w:r>
            <w:r w:rsidR="004D6714" w:rsidRPr="00673147">
              <w:rPr>
                <w:rFonts w:ascii="Corbel" w:hAnsi="Corbel"/>
              </w:rPr>
              <w:t>a</w:t>
            </w:r>
            <w:r w:rsidR="00796AFA" w:rsidRPr="00673147">
              <w:rPr>
                <w:rFonts w:ascii="Corbel" w:hAnsi="Corbel"/>
              </w:rPr>
              <w:t xml:space="preserve"> teorii pedagogicznych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02357613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>wychowanie w szkole – funkcje i zadania szkoły, rola nauczyciela i dylematy z nią związane, przemoc w szkole i sposoby jej przeciwdziałania. Wychowanie w</w:t>
            </w:r>
            <w:r w:rsidRPr="00673147">
              <w:rPr>
                <w:rFonts w:ascii="Corbel" w:hAnsi="Corbel"/>
              </w:rPr>
              <w:t xml:space="preserve"> interna</w:t>
            </w:r>
            <w:r w:rsidR="0031322A" w:rsidRPr="00673147">
              <w:rPr>
                <w:rFonts w:ascii="Corbel" w:hAnsi="Corbel"/>
              </w:rPr>
              <w:t>cie</w:t>
            </w:r>
            <w:r w:rsidRPr="00673147">
              <w:rPr>
                <w:rFonts w:ascii="Corbel" w:hAnsi="Corbel"/>
              </w:rPr>
              <w:t>, dom</w:t>
            </w:r>
            <w:r w:rsidR="0031322A" w:rsidRPr="00673147">
              <w:rPr>
                <w:rFonts w:ascii="Corbel" w:hAnsi="Corbel"/>
              </w:rPr>
              <w:t>u</w:t>
            </w:r>
            <w:r w:rsidRPr="00673147">
              <w:rPr>
                <w:rFonts w:ascii="Corbel" w:hAnsi="Corbel"/>
              </w:rPr>
              <w:t xml:space="preserve"> dziecka …</w:t>
            </w:r>
          </w:p>
        </w:tc>
      </w:tr>
      <w:tr w:rsidR="0085747A" w:rsidRPr="00673147" w14:paraId="42761B51" w14:textId="77777777" w:rsidTr="005606F5">
        <w:tc>
          <w:tcPr>
            <w:tcW w:w="9520" w:type="dxa"/>
          </w:tcPr>
          <w:p w14:paraId="06CEB157" w14:textId="4C279A44" w:rsidR="0085747A" w:rsidRPr="00673147" w:rsidRDefault="0031322A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</w:t>
            </w:r>
            <w:r w:rsidR="00563B80" w:rsidRPr="00673147">
              <w:rPr>
                <w:rFonts w:ascii="Corbel" w:hAnsi="Corbel"/>
              </w:rPr>
              <w:t>Autorytarne/dyrektywne i nie autorytarne/nie dyrektywne teorie wychowania. Istota, charakterystyka i znaczenie.</w:t>
            </w:r>
          </w:p>
        </w:tc>
      </w:tr>
      <w:tr w:rsidR="0085747A" w:rsidRPr="00673147" w14:paraId="2BE21B37" w14:textId="77777777" w:rsidTr="005606F5">
        <w:tc>
          <w:tcPr>
            <w:tcW w:w="9520" w:type="dxa"/>
          </w:tcPr>
          <w:p w14:paraId="4802BB8E" w14:textId="1AF7C10B" w:rsidR="0085747A" w:rsidRPr="00673147" w:rsidRDefault="00365A91" w:rsidP="00365A91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w</w:t>
            </w:r>
            <w:r w:rsidR="006C708E" w:rsidRPr="00673147">
              <w:rPr>
                <w:rFonts w:ascii="Corbel" w:hAnsi="Corbel"/>
              </w:rPr>
              <w:t>ybranych</w:t>
            </w:r>
            <w:r w:rsidR="00563B80" w:rsidRPr="00673147">
              <w:rPr>
                <w:rFonts w:ascii="Corbel" w:hAnsi="Corbel"/>
              </w:rPr>
              <w:t xml:space="preserve"> koncepcj</w:t>
            </w:r>
            <w:r w:rsidRPr="00673147">
              <w:rPr>
                <w:rFonts w:ascii="Corbel" w:hAnsi="Corbel"/>
              </w:rPr>
              <w:t>i</w:t>
            </w:r>
            <w:r w:rsidR="00563B80" w:rsidRPr="00673147">
              <w:rPr>
                <w:rFonts w:ascii="Corbel" w:hAnsi="Corbel"/>
              </w:rPr>
              <w:t xml:space="preserve"> współczesnej pedagogiki</w:t>
            </w:r>
            <w:r w:rsidR="0083781D" w:rsidRPr="00673147">
              <w:rPr>
                <w:rFonts w:ascii="Corbel" w:hAnsi="Corbel"/>
              </w:rPr>
              <w:t>:</w:t>
            </w:r>
            <w:r w:rsidR="00563B80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behawioralnej</w:t>
            </w:r>
            <w:r w:rsidR="0083781D" w:rsidRPr="00673147">
              <w:rPr>
                <w:rFonts w:ascii="Corbel" w:hAnsi="Corbel"/>
              </w:rPr>
              <w:t xml:space="preserve">, kultury, </w:t>
            </w:r>
            <w:r w:rsidR="00563B80" w:rsidRPr="00673147">
              <w:rPr>
                <w:rFonts w:ascii="Corbel" w:hAnsi="Corbel"/>
              </w:rPr>
              <w:t>humanistyczn</w:t>
            </w:r>
            <w:r w:rsidRPr="00673147">
              <w:rPr>
                <w:rFonts w:ascii="Corbel" w:hAnsi="Corbel"/>
              </w:rPr>
              <w:t>ej</w:t>
            </w:r>
            <w:r w:rsidR="00563B80" w:rsidRPr="00673147">
              <w:rPr>
                <w:rFonts w:ascii="Corbel" w:hAnsi="Corbel"/>
              </w:rPr>
              <w:t>, personalistyczn</w:t>
            </w:r>
            <w:r w:rsidRPr="00673147">
              <w:rPr>
                <w:rFonts w:ascii="Corbel" w:hAnsi="Corbel"/>
              </w:rPr>
              <w:t>ej</w:t>
            </w:r>
            <w:r w:rsidR="00563B80" w:rsidRPr="00673147">
              <w:rPr>
                <w:rFonts w:ascii="Corbel" w:hAnsi="Corbel"/>
              </w:rPr>
              <w:t xml:space="preserve">, </w:t>
            </w:r>
            <w:r w:rsidRPr="00673147">
              <w:rPr>
                <w:rFonts w:ascii="Corbel" w:hAnsi="Corbel"/>
              </w:rPr>
              <w:t>krytycznej</w:t>
            </w:r>
            <w:r w:rsidR="00563B80" w:rsidRPr="00673147">
              <w:rPr>
                <w:rFonts w:ascii="Corbel" w:hAnsi="Corbel"/>
              </w:rPr>
              <w:t xml:space="preserve">, </w:t>
            </w:r>
            <w:r w:rsidR="001C6B25" w:rsidRPr="00673147">
              <w:rPr>
                <w:rFonts w:ascii="Corbel" w:hAnsi="Corbel"/>
              </w:rPr>
              <w:t>antypedagogik</w:t>
            </w:r>
            <w:r w:rsidRPr="00673147">
              <w:rPr>
                <w:rFonts w:ascii="Corbel" w:hAnsi="Corbel"/>
              </w:rPr>
              <w:t>i</w:t>
            </w:r>
            <w:r w:rsidR="001C6B25" w:rsidRPr="00673147">
              <w:rPr>
                <w:rFonts w:ascii="Corbel" w:hAnsi="Corbel"/>
              </w:rPr>
              <w:t xml:space="preserve">, </w:t>
            </w:r>
            <w:r w:rsidR="00563B80" w:rsidRPr="00673147">
              <w:rPr>
                <w:rFonts w:ascii="Corbel" w:hAnsi="Corbel"/>
              </w:rPr>
              <w:t>ponowoczesności</w:t>
            </w:r>
            <w:r w:rsidRPr="00673147">
              <w:rPr>
                <w:rFonts w:ascii="Corbel" w:hAnsi="Corbel"/>
              </w:rPr>
              <w:t xml:space="preserve"> ..</w:t>
            </w:r>
            <w:r w:rsidR="00563B80" w:rsidRPr="00673147">
              <w:rPr>
                <w:rFonts w:ascii="Corbel" w:hAnsi="Corbel"/>
              </w:rPr>
              <w:t>.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602C5F21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Możliwości i ograniczenia praktycznego zastosowania autorskich koncepcji wychowania: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Petersen</w:t>
            </w:r>
            <w:r w:rsidR="00AE5EB3" w:rsidRPr="00673147">
              <w:rPr>
                <w:rFonts w:ascii="Corbel" w:hAnsi="Corbel" w:cs="TimesNewRomanPSMT"/>
                <w:lang w:eastAsia="pl-PL"/>
              </w:rPr>
              <w:t>a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, Korczaka, </w:t>
            </w:r>
            <w:proofErr w:type="spellStart"/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365A91" w:rsidRPr="00673147">
              <w:rPr>
                <w:rFonts w:ascii="Corbel" w:hAnsi="Corbel" w:cs="TimesNewRomanPSMT"/>
                <w:lang w:eastAsia="pl-PL"/>
              </w:rPr>
              <w:t xml:space="preserve">, Montessori, </w:t>
            </w:r>
            <w:r w:rsidR="00AE5EB3" w:rsidRPr="00673147">
              <w:rPr>
                <w:rFonts w:ascii="Corbel" w:hAnsi="Corbel" w:cs="TimesNewRomanPSMT"/>
                <w:lang w:eastAsia="pl-PL"/>
              </w:rPr>
              <w:t>Steinera (</w:t>
            </w:r>
            <w:proofErr w:type="spellStart"/>
            <w:r w:rsidR="00AE5EB3" w:rsidRPr="00673147">
              <w:rPr>
                <w:rFonts w:ascii="Corbel" w:hAnsi="Corbel" w:cs="TimesNewRomanPSMT"/>
                <w:lang w:eastAsia="pl-PL"/>
              </w:rPr>
              <w:t>p</w:t>
            </w:r>
            <w:r w:rsidR="006C708E" w:rsidRPr="00673147">
              <w:rPr>
                <w:rFonts w:ascii="Corbel" w:hAnsi="Corbel" w:cs="TimesNewRomanPSMT"/>
                <w:lang w:eastAsia="pl-PL"/>
              </w:rPr>
              <w:t>ed</w:t>
            </w:r>
            <w:proofErr w:type="spellEnd"/>
            <w:r w:rsidR="00AE5EB3" w:rsidRPr="00673147">
              <w:rPr>
                <w:rFonts w:ascii="Corbel" w:hAnsi="Corbel" w:cs="TimesNewRomanPSMT"/>
                <w:lang w:eastAsia="pl-PL"/>
              </w:rPr>
              <w:t xml:space="preserve">. </w:t>
            </w:r>
            <w:proofErr w:type="spellStart"/>
            <w:r w:rsidR="00AE5EB3" w:rsidRPr="00673147">
              <w:rPr>
                <w:rFonts w:ascii="Corbel" w:hAnsi="Corbel" w:cs="TimesNewRomanPSMT"/>
                <w:lang w:eastAsia="pl-PL"/>
              </w:rPr>
              <w:t>walfdorfskiej</w:t>
            </w:r>
            <w:proofErr w:type="spellEnd"/>
            <w:r w:rsidR="00AE5EB3" w:rsidRPr="00673147">
              <w:rPr>
                <w:rFonts w:ascii="Corbel" w:hAnsi="Corbel" w:cs="TimesNewRomanPSMT"/>
                <w:lang w:eastAsia="pl-PL"/>
              </w:rPr>
              <w:t>)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…</w:t>
            </w:r>
          </w:p>
        </w:tc>
      </w:tr>
      <w:tr w:rsidR="00541C3B" w:rsidRPr="00673147" w14:paraId="5576E1A0" w14:textId="77777777" w:rsidTr="005606F5">
        <w:tc>
          <w:tcPr>
            <w:tcW w:w="9520" w:type="dxa"/>
          </w:tcPr>
          <w:p w14:paraId="4F6AF647" w14:textId="7A911119" w:rsidR="00541C3B" w:rsidRPr="00673147" w:rsidRDefault="004D6714" w:rsidP="004D6714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Ocena skuteczności metod i form wychowania. Ewaluacja działań pedagogicznych (rola diagnozy pedagogicznej w ocenie skuteczności wychowania).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59F1895A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FFC62F0" w14:textId="7F9F40E5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06952453" w:rsidR="00150D32" w:rsidRPr="00673147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referat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673147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5D785BF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projekt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63F07E3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projekt</w:t>
            </w:r>
          </w:p>
        </w:tc>
        <w:tc>
          <w:tcPr>
            <w:tcW w:w="2117" w:type="dxa"/>
          </w:tcPr>
          <w:p w14:paraId="09418E74" w14:textId="7E1FD542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717AAAA9" w14:textId="77777777" w:rsidTr="00923D7D">
        <w:tc>
          <w:tcPr>
            <w:tcW w:w="9670" w:type="dxa"/>
          </w:tcPr>
          <w:p w14:paraId="069A43A2" w14:textId="77777777" w:rsidR="005D4F2D" w:rsidRPr="00673147" w:rsidRDefault="005D4F2D" w:rsidP="005D4F2D">
            <w:p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  <w:b/>
              </w:rPr>
              <w:t xml:space="preserve">A. </w:t>
            </w:r>
            <w:r w:rsidRPr="00673147">
              <w:rPr>
                <w:rFonts w:ascii="Corbel" w:hAnsi="Corbel"/>
              </w:rPr>
              <w:t xml:space="preserve">Egzamin obejmuje zagadnienia prezentowane na wykładach, tematykę ćwiczeń oraz literaturę zleconą do samodzielnego opracowania część pisemna (test elektroniczny) i część ustna (3 pytania). </w:t>
            </w:r>
            <w:r w:rsidRPr="00673147">
              <w:rPr>
                <w:rFonts w:ascii="Corbel" w:hAnsi="Corbel"/>
              </w:rPr>
              <w:lastRenderedPageBreak/>
              <w:t>Warunkiem przystąpienia do egzaminu jest uzyskanie zaliczenia z ćwiczeń.</w:t>
            </w:r>
          </w:p>
          <w:p w14:paraId="67214543" w14:textId="77777777" w:rsidR="005D4F2D" w:rsidRPr="00673147" w:rsidRDefault="005D4F2D" w:rsidP="005D4F2D">
            <w:p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  <w:b/>
              </w:rPr>
              <w:t>B.</w:t>
            </w:r>
            <w:r w:rsidRPr="00673147">
              <w:rPr>
                <w:rFonts w:ascii="Corbel" w:hAnsi="Corbel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026B0A03" w14:textId="77777777" w:rsidR="005D4F2D" w:rsidRPr="00673147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aktywny udział w zajęciach –  max 5 punktów;</w:t>
            </w:r>
          </w:p>
          <w:p w14:paraId="5F6BD36E" w14:textId="77777777" w:rsidR="005D4F2D" w:rsidRPr="00673147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zadanie do wyboru: prezentacja na ćwiczeniach metody aktywizującej (</w:t>
            </w:r>
            <w:proofErr w:type="spellStart"/>
            <w:r w:rsidRPr="00673147">
              <w:rPr>
                <w:rFonts w:ascii="Corbel" w:hAnsi="Corbel"/>
                <w:i/>
              </w:rPr>
              <w:t>microteaching</w:t>
            </w:r>
            <w:proofErr w:type="spellEnd"/>
            <w:r w:rsidRPr="00673147">
              <w:rPr>
                <w:rFonts w:ascii="Corbel" w:hAnsi="Corbel"/>
              </w:rPr>
              <w:t>) lub innego projektu, wykonanie prezentacji multimedialnej i in. – max 10 punktów;</w:t>
            </w:r>
          </w:p>
          <w:p w14:paraId="469B0199" w14:textId="77777777" w:rsidR="005D4F2D" w:rsidRPr="00673147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kolokwium zaliczeniowe – max 35 punktów (zaliczenie od 18 punktów).</w:t>
            </w:r>
          </w:p>
          <w:p w14:paraId="439924DF" w14:textId="77777777" w:rsidR="005D4F2D" w:rsidRPr="00673147" w:rsidRDefault="005D4F2D" w:rsidP="005D4F2D">
            <w:p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Przeliczenie punktów na ocenę z ćwiczeń:</w:t>
            </w:r>
          </w:p>
          <w:p w14:paraId="65285421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  0 – 25 punktów  =  ocena  2,0</w:t>
            </w:r>
          </w:p>
          <w:p w14:paraId="57305D03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26 – 30 punktów  =  ocena  3,0</w:t>
            </w:r>
          </w:p>
          <w:p w14:paraId="756D32EC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31 – 35 punktów  =  ocena  3,5</w:t>
            </w:r>
          </w:p>
          <w:p w14:paraId="79478B15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36 – 40 punktów  =  ocena  4,0</w:t>
            </w:r>
          </w:p>
          <w:p w14:paraId="48AF8E81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41 – 45 punktów  =  ocena  4,5</w:t>
            </w:r>
          </w:p>
          <w:p w14:paraId="5942C489" w14:textId="6C3D2FD5" w:rsidR="0085747A" w:rsidRPr="00673147" w:rsidRDefault="005D4F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46 – 50 punktów  =  ocena  5,0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77777777" w:rsidR="0085747A" w:rsidRPr="0067314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r w:rsidRPr="00673147">
              <w:rPr>
                <w:rFonts w:ascii="Corbel" w:hAnsi="Corbel"/>
              </w:rPr>
              <w:t>kontaktowe</w:t>
            </w:r>
            <w:r w:rsidR="0085747A" w:rsidRPr="00673147">
              <w:rPr>
                <w:rFonts w:ascii="Corbel" w:hAnsi="Corbel"/>
              </w:rPr>
              <w:t xml:space="preserve"> w</w:t>
            </w:r>
            <w:r w:rsidRPr="00673147">
              <w:rPr>
                <w:rFonts w:ascii="Corbel" w:hAnsi="Corbel"/>
              </w:rPr>
              <w:t>ynikające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32FFC192" w:rsidR="0085747A" w:rsidRPr="00673147" w:rsidRDefault="00B239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</w:p>
          <w:p w14:paraId="05C1FF6C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16B337C" w:rsidR="00C61DC5" w:rsidRPr="00673147" w:rsidRDefault="00B239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650E6C">
              <w:rPr>
                <w:rFonts w:ascii="Corbel" w:hAnsi="Corbel"/>
              </w:rPr>
              <w:t xml:space="preserve"> 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77777777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</w:p>
          <w:p w14:paraId="316FA4BA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8C9BDDB" w:rsidR="00C61DC5" w:rsidRPr="00673147" w:rsidRDefault="00B239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73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673147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77777777" w:rsidR="0085747A" w:rsidRPr="00673147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56DF690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Desmurget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M., </w:t>
            </w:r>
            <w:proofErr w:type="spellStart"/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Teleogłupianie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Czarna Owca, 2012.</w:t>
            </w:r>
          </w:p>
          <w:p w14:paraId="08F7A9BD" w14:textId="12A7BD4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Dudzikowa M.;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Czerepaniak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-Walczak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Wychowanie. Pojęcia. Procesy. Konteksty. Interdyscyplinarne ujęcie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T. 1, Gdańsk GWP 2007.</w:t>
            </w:r>
          </w:p>
          <w:p w14:paraId="05BCFED2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Janicka I, Liberska H.,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Psychologia rodziny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PWN, 2014.</w:t>
            </w:r>
          </w:p>
          <w:p w14:paraId="3E88633B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Łobocki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ABC wychowania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Lublin: UMCS, 1999.</w:t>
            </w:r>
          </w:p>
          <w:p w14:paraId="2EF2839C" w14:textId="6B028E5A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Patzlaff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R.,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Zastygłe spojrzenie. Fizjologiczne skutki patrzenia na ekran a rozwój dziecka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Kraków: Impuls 2008.</w:t>
            </w:r>
          </w:p>
          <w:p w14:paraId="7A5BF366" w14:textId="04C97962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Śliwerski B, Kwieciński Z.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Pedagogika. Podręcznik akademicki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t. 1, 2,. Warszawa: PWN 2004,</w:t>
            </w:r>
          </w:p>
          <w:p w14:paraId="7A106CE7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Pilch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Zasady badań pedagogicznych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Żak, 1995</w:t>
            </w:r>
          </w:p>
          <w:p w14:paraId="17952776" w14:textId="4A87BC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Szlendak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Socjologia rodziny. Ewolucja, historia, zróżnicowanie.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Warszawa: Wyd. Naukowe PWN, 2010.</w:t>
            </w:r>
          </w:p>
          <w:p w14:paraId="56070F37" w14:textId="018D43A4" w:rsidR="000931CD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Ziemska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Postawy rodzicielskie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044C8777" w:rsidR="0085747A" w:rsidRPr="00673147" w:rsidRDefault="000931C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uzupełniająca:</w:t>
            </w:r>
          </w:p>
          <w:p w14:paraId="2B0FAEB2" w14:textId="35560B98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Pilch T.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Encyklopedia pedagogiczna XXI wieku, Warszawa: Żak, 2008</w:t>
            </w:r>
          </w:p>
          <w:p w14:paraId="093708C8" w14:textId="385F838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Frankfort-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Ch.,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D.,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Metody badawcze w naukach społecznych, 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Poznań: Zysk i S-ka, 2001.</w:t>
            </w:r>
          </w:p>
          <w:p w14:paraId="26E3CF3F" w14:textId="22F3E1C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Hejnicka-Bezwińska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Pedagogika ogólna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Wydawnictwa Akademickie i Profesjonalne, 2008.</w:t>
            </w:r>
          </w:p>
          <w:p w14:paraId="75827430" w14:textId="229243AD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Izdebska J.,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Rodzina, dziecko, telewizja: szanse wychowawcze i zagrożenia telewizji.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Białystok: Trans Humana 1996.</w:t>
            </w:r>
          </w:p>
          <w:p w14:paraId="7DB9D8E4" w14:textId="77777777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Jundziłł I.,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Dziecko ofiara przemocy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WSiP 1993.</w:t>
            </w:r>
          </w:p>
          <w:p w14:paraId="04847B7C" w14:textId="4CA8C393" w:rsidR="000931C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Karkowska M., Czarnecka W.,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Przemoc w szkole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 Impuls 2000.</w:t>
            </w: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77777777" w:rsidR="0085747A" w:rsidRPr="0067314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CE847" w14:textId="77777777" w:rsidR="001957D2" w:rsidRDefault="001957D2" w:rsidP="00C16ABF">
      <w:pPr>
        <w:spacing w:after="0" w:line="240" w:lineRule="auto"/>
      </w:pPr>
      <w:r>
        <w:separator/>
      </w:r>
    </w:p>
  </w:endnote>
  <w:endnote w:type="continuationSeparator" w:id="0">
    <w:p w14:paraId="7579359B" w14:textId="77777777" w:rsidR="001957D2" w:rsidRDefault="001957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286E9" w14:textId="77777777" w:rsidR="001957D2" w:rsidRDefault="001957D2" w:rsidP="00C16ABF">
      <w:pPr>
        <w:spacing w:after="0" w:line="240" w:lineRule="auto"/>
      </w:pPr>
      <w:r>
        <w:separator/>
      </w:r>
    </w:p>
  </w:footnote>
  <w:footnote w:type="continuationSeparator" w:id="0">
    <w:p w14:paraId="0A46F1F1" w14:textId="77777777" w:rsidR="001957D2" w:rsidRDefault="001957D2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35F5"/>
    <w:rsid w:val="00084C12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D04B0"/>
    <w:rsid w:val="000E0DEA"/>
    <w:rsid w:val="000F1C57"/>
    <w:rsid w:val="000F5615"/>
    <w:rsid w:val="00124BFF"/>
    <w:rsid w:val="0012560E"/>
    <w:rsid w:val="00127108"/>
    <w:rsid w:val="00134B13"/>
    <w:rsid w:val="00146BC0"/>
    <w:rsid w:val="00150D32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D2"/>
    <w:rsid w:val="001A70D2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F9"/>
    <w:rsid w:val="00234939"/>
    <w:rsid w:val="0024028F"/>
    <w:rsid w:val="00244ABC"/>
    <w:rsid w:val="00267C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22A"/>
    <w:rsid w:val="003151C5"/>
    <w:rsid w:val="003343CF"/>
    <w:rsid w:val="00346FE9"/>
    <w:rsid w:val="0034759A"/>
    <w:rsid w:val="003503F6"/>
    <w:rsid w:val="003530DD"/>
    <w:rsid w:val="00354161"/>
    <w:rsid w:val="00363F78"/>
    <w:rsid w:val="00365A91"/>
    <w:rsid w:val="003A0A5B"/>
    <w:rsid w:val="003A1176"/>
    <w:rsid w:val="003A1F59"/>
    <w:rsid w:val="003C0BAE"/>
    <w:rsid w:val="003C0C5A"/>
    <w:rsid w:val="003C5AC2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0EE3"/>
    <w:rsid w:val="004545C7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63C4"/>
    <w:rsid w:val="00536BDE"/>
    <w:rsid w:val="00541C3B"/>
    <w:rsid w:val="00543ACC"/>
    <w:rsid w:val="005606F5"/>
    <w:rsid w:val="00563B80"/>
    <w:rsid w:val="0056696D"/>
    <w:rsid w:val="00573EF9"/>
    <w:rsid w:val="0059484D"/>
    <w:rsid w:val="005A0855"/>
    <w:rsid w:val="005A19AD"/>
    <w:rsid w:val="005A3196"/>
    <w:rsid w:val="005C080F"/>
    <w:rsid w:val="005C55E5"/>
    <w:rsid w:val="005C696A"/>
    <w:rsid w:val="005D4F2D"/>
    <w:rsid w:val="005E0A30"/>
    <w:rsid w:val="005E6E85"/>
    <w:rsid w:val="005F31D2"/>
    <w:rsid w:val="0061029B"/>
    <w:rsid w:val="00617230"/>
    <w:rsid w:val="00621CE1"/>
    <w:rsid w:val="00627FC9"/>
    <w:rsid w:val="00647FA8"/>
    <w:rsid w:val="00650492"/>
    <w:rsid w:val="00650C5F"/>
    <w:rsid w:val="00650E6C"/>
    <w:rsid w:val="00651E0E"/>
    <w:rsid w:val="00654934"/>
    <w:rsid w:val="006620D9"/>
    <w:rsid w:val="00667F37"/>
    <w:rsid w:val="00671958"/>
    <w:rsid w:val="00673147"/>
    <w:rsid w:val="00675843"/>
    <w:rsid w:val="00696477"/>
    <w:rsid w:val="006C708E"/>
    <w:rsid w:val="006D050F"/>
    <w:rsid w:val="006D054D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8168C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6E56"/>
    <w:rsid w:val="007D6E75"/>
    <w:rsid w:val="007D79B6"/>
    <w:rsid w:val="007F1652"/>
    <w:rsid w:val="007F4155"/>
    <w:rsid w:val="008152AE"/>
    <w:rsid w:val="0081554D"/>
    <w:rsid w:val="0081707E"/>
    <w:rsid w:val="0083781D"/>
    <w:rsid w:val="008449B3"/>
    <w:rsid w:val="0085747A"/>
    <w:rsid w:val="00870E28"/>
    <w:rsid w:val="00884922"/>
    <w:rsid w:val="00885F64"/>
    <w:rsid w:val="0089059F"/>
    <w:rsid w:val="008917F9"/>
    <w:rsid w:val="008A0D24"/>
    <w:rsid w:val="008A18E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71"/>
    <w:rsid w:val="00923D7D"/>
    <w:rsid w:val="00940501"/>
    <w:rsid w:val="009508DF"/>
    <w:rsid w:val="00950DAC"/>
    <w:rsid w:val="009521C9"/>
    <w:rsid w:val="00954A07"/>
    <w:rsid w:val="00997F14"/>
    <w:rsid w:val="009A78D9"/>
    <w:rsid w:val="009C1331"/>
    <w:rsid w:val="009C3E31"/>
    <w:rsid w:val="009C54AE"/>
    <w:rsid w:val="009C788E"/>
    <w:rsid w:val="009D70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63B"/>
    <w:rsid w:val="00A43BF6"/>
    <w:rsid w:val="00A53FA5"/>
    <w:rsid w:val="00A54817"/>
    <w:rsid w:val="00A601C8"/>
    <w:rsid w:val="00A60799"/>
    <w:rsid w:val="00A64F37"/>
    <w:rsid w:val="00A66C45"/>
    <w:rsid w:val="00A736A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EB3"/>
    <w:rsid w:val="00AE5FCB"/>
    <w:rsid w:val="00AF2C1E"/>
    <w:rsid w:val="00B06142"/>
    <w:rsid w:val="00B135B1"/>
    <w:rsid w:val="00B2396D"/>
    <w:rsid w:val="00B31094"/>
    <w:rsid w:val="00B3130B"/>
    <w:rsid w:val="00B40ADB"/>
    <w:rsid w:val="00B43B77"/>
    <w:rsid w:val="00B43E80"/>
    <w:rsid w:val="00B607DB"/>
    <w:rsid w:val="00B66529"/>
    <w:rsid w:val="00B75946"/>
    <w:rsid w:val="00B8056E"/>
    <w:rsid w:val="00B805A6"/>
    <w:rsid w:val="00B819C8"/>
    <w:rsid w:val="00B82308"/>
    <w:rsid w:val="00B90885"/>
    <w:rsid w:val="00BB520A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67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74119"/>
    <w:rsid w:val="00D8075B"/>
    <w:rsid w:val="00D8678B"/>
    <w:rsid w:val="00DA2114"/>
    <w:rsid w:val="00DA760C"/>
    <w:rsid w:val="00DE09C0"/>
    <w:rsid w:val="00DE3948"/>
    <w:rsid w:val="00DE4A14"/>
    <w:rsid w:val="00DF0681"/>
    <w:rsid w:val="00DF320D"/>
    <w:rsid w:val="00DF3CED"/>
    <w:rsid w:val="00DF5115"/>
    <w:rsid w:val="00DF71C8"/>
    <w:rsid w:val="00E129B8"/>
    <w:rsid w:val="00E21E7D"/>
    <w:rsid w:val="00E22FBC"/>
    <w:rsid w:val="00E24BF5"/>
    <w:rsid w:val="00E25338"/>
    <w:rsid w:val="00E279B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9AA"/>
    <w:rsid w:val="00EE32DE"/>
    <w:rsid w:val="00EE48B0"/>
    <w:rsid w:val="00EE5457"/>
    <w:rsid w:val="00F0092B"/>
    <w:rsid w:val="00F070AB"/>
    <w:rsid w:val="00F16CF3"/>
    <w:rsid w:val="00F17567"/>
    <w:rsid w:val="00F27A7B"/>
    <w:rsid w:val="00F526AF"/>
    <w:rsid w:val="00F617C3"/>
    <w:rsid w:val="00F7066B"/>
    <w:rsid w:val="00F83B28"/>
    <w:rsid w:val="00F863DE"/>
    <w:rsid w:val="00FA46E5"/>
    <w:rsid w:val="00FB6AA3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7018-DD25-4322-815A-525EA675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159</TotalTime>
  <Pages>1</Pages>
  <Words>1396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2020-10-13T08:22:00Z</cp:lastPrinted>
  <dcterms:created xsi:type="dcterms:W3CDTF">2019-10-26T06:37:00Z</dcterms:created>
  <dcterms:modified xsi:type="dcterms:W3CDTF">2021-10-04T07:14:00Z</dcterms:modified>
</cp:coreProperties>
</file>